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4A055" w14:textId="77777777" w:rsidR="00763F26" w:rsidRDefault="00763F26" w:rsidP="4DD99394">
      <w:pPr>
        <w:rPr>
          <w:lang w:val="en-US"/>
        </w:rPr>
      </w:pPr>
    </w:p>
    <w:p w14:paraId="51547106" w14:textId="056546AA" w:rsidR="4DD99394" w:rsidRDefault="00763F26" w:rsidP="4DD99394">
      <w:pPr>
        <w:rPr>
          <w:lang w:val="en-US"/>
        </w:rPr>
      </w:pPr>
      <w:proofErr w:type="spellStart"/>
      <w:r>
        <w:rPr>
          <w:lang w:val="en-US"/>
        </w:rPr>
        <w:t>Rahandusministeerium</w:t>
      </w:r>
      <w:proofErr w:type="spellEnd"/>
      <w:r>
        <w:rPr>
          <w:lang w:val="en-US"/>
        </w:rPr>
        <w:tab/>
      </w:r>
      <w:r>
        <w:rPr>
          <w:lang w:val="en-US"/>
        </w:rPr>
        <w:tab/>
      </w:r>
      <w:r>
        <w:rPr>
          <w:lang w:val="en-US"/>
        </w:rPr>
        <w:tab/>
      </w:r>
      <w:r>
        <w:rPr>
          <w:lang w:val="en-US"/>
        </w:rPr>
        <w:tab/>
      </w:r>
      <w:r>
        <w:rPr>
          <w:lang w:val="en-US"/>
        </w:rPr>
        <w:tab/>
        <w:t xml:space="preserve">30.05.2025 </w:t>
      </w:r>
      <w:r>
        <w:rPr>
          <w:rFonts w:ascii="Tahoma" w:hAnsi="Tahoma" w:cs="Tahoma"/>
          <w:color w:val="000000"/>
          <w:sz w:val="18"/>
          <w:szCs w:val="18"/>
          <w:shd w:val="clear" w:color="auto" w:fill="FFFFFF"/>
        </w:rPr>
        <w:t>KA-JUH-13/150</w:t>
      </w:r>
    </w:p>
    <w:p w14:paraId="5EF39C20" w14:textId="77777777" w:rsidR="00763F26" w:rsidRDefault="00763F26" w:rsidP="4DD99394">
      <w:pPr>
        <w:rPr>
          <w:lang w:val="en-US"/>
        </w:rPr>
      </w:pPr>
    </w:p>
    <w:p w14:paraId="65FF9BE7" w14:textId="77777777" w:rsidR="00763F26" w:rsidRDefault="00763F26" w:rsidP="4DD99394">
      <w:pPr>
        <w:rPr>
          <w:lang w:val="en-US"/>
        </w:rPr>
      </w:pPr>
    </w:p>
    <w:p w14:paraId="7B5F2209" w14:textId="77777777" w:rsidR="00763F26" w:rsidRDefault="00763F26" w:rsidP="4DD99394">
      <w:pPr>
        <w:rPr>
          <w:lang w:val="en-US"/>
        </w:rPr>
      </w:pPr>
    </w:p>
    <w:p w14:paraId="13B67639" w14:textId="77777777" w:rsidR="00763F26" w:rsidRPr="00EE3356" w:rsidRDefault="00763F26" w:rsidP="00763F26">
      <w:pPr>
        <w:rPr>
          <w:rFonts w:ascii="Arial" w:hAnsi="Arial" w:cs="Arial"/>
          <w:b/>
          <w:bCs/>
          <w:sz w:val="21"/>
          <w:szCs w:val="21"/>
        </w:rPr>
      </w:pPr>
      <w:r w:rsidRPr="00EE3356">
        <w:rPr>
          <w:rFonts w:ascii="Arial" w:hAnsi="Arial" w:cs="Arial"/>
          <w:b/>
          <w:bCs/>
          <w:sz w:val="21"/>
          <w:szCs w:val="21"/>
        </w:rPr>
        <w:t>Eesti Energia AS tagasiside RHS muutmisettepanekutele</w:t>
      </w:r>
    </w:p>
    <w:p w14:paraId="59E211B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br/>
        <w:t>Lugupeetud Rahandusministeerium</w:t>
      </w:r>
    </w:p>
    <w:p w14:paraId="50CD9ADA"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 xml:space="preserve">Täname kutse eest osaleda riigihangete seaduse muudatuste arutelus ning võimaluse eest anda sisendit juba varajases etapis. </w:t>
      </w:r>
      <w:r w:rsidRPr="00EE3356">
        <w:rPr>
          <w:rFonts w:ascii="Arial" w:hAnsi="Arial" w:cs="Arial"/>
          <w:b/>
          <w:bCs/>
          <w:sz w:val="21"/>
          <w:szCs w:val="21"/>
        </w:rPr>
        <w:t>Eesti Energia AS (EE)</w:t>
      </w:r>
      <w:r w:rsidRPr="00EE3356">
        <w:rPr>
          <w:rFonts w:ascii="Arial" w:hAnsi="Arial" w:cs="Arial"/>
          <w:sz w:val="21"/>
          <w:szCs w:val="21"/>
        </w:rPr>
        <w:t xml:space="preserve"> toetab riigihangete süsteemi lihtsustamist, mis aitab vähendada halduskoormust ja suurendada hangete paindlikkust, kuid rõhutame, et muudatused peavad säilitama läbipaistvuse, ausa konkurentsi ja kvaliteedi tagamise.</w:t>
      </w:r>
    </w:p>
    <w:p w14:paraId="7ABA7814"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Alljärgnevalt esitame oma esialgse seisukoha olulisemate muudatusettepanekute kohta:</w:t>
      </w:r>
    </w:p>
    <w:p w14:paraId="5E9DA421"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 ettepanekule: Siseriiklike piirmäärade ühtlustamine ja lihthankemenetluse laiendamine</w:t>
      </w:r>
    </w:p>
    <w:p w14:paraId="60AE7268"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Eesti Energia AS</w:t>
      </w:r>
      <w:r w:rsidRPr="00EE3356">
        <w:rPr>
          <w:rFonts w:ascii="Arial" w:hAnsi="Arial" w:cs="Arial"/>
          <w:sz w:val="21"/>
          <w:szCs w:val="21"/>
        </w:rPr>
        <w:t xml:space="preserve"> toetab Rahandusministeeriumi ettepanekut asendada senised kaks siseriiklikku piirmäära ühega ning kohaldada alla rahvusvahelise piirmäära hangetele lihthankemenetluse korda. Peame seda muudatust oluliseks sammuks riigihangete süsteemi ajakohastamisel ja halduskoormuse vähendamisel.</w:t>
      </w:r>
    </w:p>
    <w:p w14:paraId="1F67F99E"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Toetuse põhjendused:</w:t>
      </w:r>
    </w:p>
    <w:p w14:paraId="72DFE335"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Lihtsam ja selgem regulatsioon</w:t>
      </w:r>
      <w:r w:rsidRPr="00EE3356">
        <w:rPr>
          <w:rFonts w:ascii="Arial" w:hAnsi="Arial" w:cs="Arial"/>
          <w:sz w:val="21"/>
          <w:szCs w:val="21"/>
        </w:rPr>
        <w:t>: Ühe siseriikliku piirmäära kehtestamine muudab riigihangete süsteemi arusaadavamaks nii hankijatele kui ka pakkujatele. See aitab vältida tõlgendamisraskusi ja vähendab vigade tekkimise riski menetluses.</w:t>
      </w:r>
    </w:p>
    <w:p w14:paraId="121C6D0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Menetluste kiirenemine</w:t>
      </w:r>
      <w:r w:rsidRPr="00EE3356">
        <w:rPr>
          <w:rFonts w:ascii="Arial" w:hAnsi="Arial" w:cs="Arial"/>
          <w:sz w:val="21"/>
          <w:szCs w:val="21"/>
        </w:rPr>
        <w:t>: Lihthankemenetluse rakendamine suuremas mahus võimaldab lühendada hangete läbiviimise aega. See on eriti oluline sektorites, kus ajakriitilisus ja paindlikkus on võtmetähtsusega, näiteks energeetikas.</w:t>
      </w:r>
    </w:p>
    <w:p w14:paraId="678F7A49"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Läbirääkimiste võimalus</w:t>
      </w:r>
      <w:r w:rsidRPr="00EE3356">
        <w:rPr>
          <w:rFonts w:ascii="Arial" w:hAnsi="Arial" w:cs="Arial"/>
          <w:sz w:val="21"/>
          <w:szCs w:val="21"/>
        </w:rPr>
        <w:t>: Lihthankemenetlus võimaldab vajadusel läbi rääkida pakkumuste tingimusi, mis aitab saavutada mõlema poole jaoks optimaalsemaid lahendusi ning vähendada hangete nurjumise riski.</w:t>
      </w:r>
    </w:p>
    <w:p w14:paraId="06532D12"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Innovatsiooni soodustamine</w:t>
      </w:r>
      <w:r w:rsidRPr="00EE3356">
        <w:rPr>
          <w:rFonts w:ascii="Arial" w:hAnsi="Arial" w:cs="Arial"/>
          <w:sz w:val="21"/>
          <w:szCs w:val="21"/>
        </w:rPr>
        <w:t>: Paindlikumad menetlusreeglid loovad paremad võimalused uudsete ja innovaatiliste lahenduste hankimiseks, mis on kooskõlas Eesti Energia strateegilise suunaga rohepöörde ja digiarengu edendamisel.</w:t>
      </w:r>
    </w:p>
    <w:p w14:paraId="3FF4CA4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Rahvusvaheline eeskuju</w:t>
      </w:r>
      <w:r w:rsidRPr="00EE3356">
        <w:rPr>
          <w:rFonts w:ascii="Arial" w:hAnsi="Arial" w:cs="Arial"/>
          <w:sz w:val="21"/>
          <w:szCs w:val="21"/>
        </w:rPr>
        <w:t>: Võrdlusriikide (nt Soome, Rootsi, Portugal) praktika näitab, et lihtsustatud menetlused alla rahvusvahelise piirmäära on toimivad ja tõhusad.</w:t>
      </w:r>
    </w:p>
    <w:p w14:paraId="2CFFFABA"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Riskide maandamine</w:t>
      </w:r>
      <w:r w:rsidRPr="00EE3356">
        <w:rPr>
          <w:rFonts w:ascii="Arial" w:hAnsi="Arial" w:cs="Arial"/>
          <w:sz w:val="21"/>
          <w:szCs w:val="21"/>
        </w:rPr>
        <w:t>:</w:t>
      </w:r>
    </w:p>
    <w:p w14:paraId="7342869C"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Mõistame, et muudatusega võivad kaasneda teatud riskid, nagu läbipaistvuse vähenemine või õiguskaitse piirangud. Toetame nende riskide maandamist läbi:</w:t>
      </w:r>
    </w:p>
    <w:p w14:paraId="5A33151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e-RHR-i arendamise, et tagada läbirääkimiste läbipaistvus;</w:t>
      </w:r>
    </w:p>
    <w:p w14:paraId="74BD0E76"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kaebetähtaegade mõistliku pikendamise;</w:t>
      </w:r>
    </w:p>
    <w:p w14:paraId="13E0AF6B"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selgete juhiste koostamise eeldatava maksumuse määramiseks.</w:t>
      </w:r>
    </w:p>
    <w:p w14:paraId="2DB65ABD"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lastRenderedPageBreak/>
        <w:t>Kokkuvõttes usume, et see muudatus aitab kaasa riigihangete süsteemi uuendamisele, suurendab paindlikkust ja toetab avaliku sektori ning ettevõtjate koostööd tulemuslikumal viisil.</w:t>
      </w:r>
    </w:p>
    <w:p w14:paraId="3064EF29" w14:textId="10F6FAF2" w:rsidR="00763F26" w:rsidRDefault="00763F26" w:rsidP="00763F26">
      <w:pPr>
        <w:spacing w:line="240" w:lineRule="auto"/>
        <w:rPr>
          <w:rFonts w:ascii="Arial" w:hAnsi="Arial" w:cs="Arial"/>
          <w:b/>
          <w:bCs/>
          <w:sz w:val="21"/>
          <w:szCs w:val="21"/>
        </w:rPr>
      </w:pPr>
      <w:r w:rsidRPr="00EE3356">
        <w:rPr>
          <w:rFonts w:ascii="Arial" w:hAnsi="Arial" w:cs="Arial"/>
          <w:b/>
          <w:bCs/>
          <w:sz w:val="21"/>
          <w:szCs w:val="21"/>
        </w:rPr>
        <w:t>Lisaks oleme 6. mail 2025 edastanud Rahandusministeeriumile ettepaneku, mille kohaselt algaks võrgustikusektori hankijatele hankekohustus alates rahvusvahelisest piirmäärast. Palume antud ettepanek võtta arvesse järgmise seaduse muudatuse korral.</w:t>
      </w:r>
      <w:r>
        <w:rPr>
          <w:rFonts w:ascii="Arial" w:hAnsi="Arial" w:cs="Arial"/>
          <w:b/>
          <w:bCs/>
          <w:sz w:val="21"/>
          <w:szCs w:val="21"/>
        </w:rPr>
        <w:br/>
      </w:r>
      <w:r w:rsidRPr="00EE3356">
        <w:rPr>
          <w:rFonts w:ascii="Arial" w:hAnsi="Arial" w:cs="Arial"/>
          <w:sz w:val="21"/>
          <w:szCs w:val="21"/>
        </w:rPr>
        <w:t xml:space="preserve">Selle muudatuse eesmärk on suurendada paindlikkust ja vähendada halduskoormust, kus turuolukord, tehnilised eripärad ja ajakriitilised investeeringud nõuavad teistsugust lähenemist kui klassikalise sektori hankijatel. </w:t>
      </w:r>
      <w:r>
        <w:rPr>
          <w:rFonts w:ascii="Arial" w:hAnsi="Arial" w:cs="Arial"/>
          <w:sz w:val="21"/>
          <w:szCs w:val="21"/>
        </w:rPr>
        <w:t xml:space="preserve"> </w:t>
      </w:r>
      <w:r w:rsidRPr="00EE3356">
        <w:rPr>
          <w:rFonts w:ascii="Arial" w:hAnsi="Arial" w:cs="Arial"/>
          <w:sz w:val="21"/>
          <w:szCs w:val="21"/>
        </w:rPr>
        <w:t>Ettepanekul on laiapõhjaline toetus – seda toetavad kõik suuremad ning ka mitmed väiksemad võrgustikusektori hankijad.</w:t>
      </w:r>
      <w:r w:rsidRPr="00EE3356">
        <w:rPr>
          <w:rFonts w:ascii="Arial" w:hAnsi="Arial" w:cs="Arial"/>
          <w:sz w:val="21"/>
          <w:szCs w:val="21"/>
        </w:rPr>
        <w:br/>
      </w:r>
    </w:p>
    <w:p w14:paraId="2B37C572"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 ettepanekule: Vabatahtlike kõrvaldamisaluste kontrolli muutmine vabatahtlikuks</w:t>
      </w:r>
    </w:p>
    <w:p w14:paraId="159E802E"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Eesti Energia AS</w:t>
      </w:r>
      <w:r w:rsidRPr="00EE3356">
        <w:rPr>
          <w:rFonts w:ascii="Arial" w:hAnsi="Arial" w:cs="Arial"/>
          <w:sz w:val="21"/>
          <w:szCs w:val="21"/>
        </w:rPr>
        <w:t xml:space="preserve"> toetab Rahandusministeeriumi ettepanekut võimaldada hankijatel ise otsustada, milliseid vabatahtlikke kõrvaldamise aluseid nad konkreetses hankes kontrollivad. Peame seda muudatust tasakaalustatud ja praktiliseks sammuks, mis suurendab hankemenetluste paindlikkust ning vähendab nii hankijate kui ka pakkujate halduskoormust.</w:t>
      </w:r>
    </w:p>
    <w:p w14:paraId="7CA82F69"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Toetuse põhjendused:</w:t>
      </w:r>
    </w:p>
    <w:p w14:paraId="5B2FD304"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Halduskoormuse vähenemine</w:t>
      </w:r>
      <w:r w:rsidRPr="00EE3356">
        <w:rPr>
          <w:rFonts w:ascii="Arial" w:hAnsi="Arial" w:cs="Arial"/>
          <w:sz w:val="21"/>
          <w:szCs w:val="21"/>
        </w:rPr>
        <w:t>: Praegune kohustus kaaluda kõiki vabatahtlikke kõrvaldamisaluseid igas hankes on ajamahukas ja sageli ebaproportsionaalne. Muudatus võimaldab keskenduda ainult nendele riskidele, mis on konkreetse hanke puhul sisuliselt olulised.</w:t>
      </w:r>
    </w:p>
    <w:p w14:paraId="54BF34AA"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Paindlikkus ja sihipärasus</w:t>
      </w:r>
      <w:r w:rsidRPr="00EE3356">
        <w:rPr>
          <w:rFonts w:ascii="Arial" w:hAnsi="Arial" w:cs="Arial"/>
          <w:sz w:val="21"/>
          <w:szCs w:val="21"/>
        </w:rPr>
        <w:t>: Hankijad saavad paremini kohandada kõrvaldamisaluste kontrolli vastavalt hanke iseloomule ja riskitasemele. See aitab vältida liigset formaalsust ja toetab tõhusamat hankemenetlust.</w:t>
      </w:r>
    </w:p>
    <w:p w14:paraId="46545365"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Pakkujate koormuse vähenemine</w:t>
      </w:r>
      <w:r w:rsidRPr="00EE3356">
        <w:rPr>
          <w:rFonts w:ascii="Arial" w:hAnsi="Arial" w:cs="Arial"/>
          <w:sz w:val="21"/>
          <w:szCs w:val="21"/>
        </w:rPr>
        <w:t>: Ettevõtjad ei pea esitama tõendeid ega selgitusi kõrvaldamisaluste kohta, mida hankija ei ole ette näinud. See muudab osalemise lihtsamaks ja soodustab laiemat konkurentsi.</w:t>
      </w:r>
    </w:p>
    <w:p w14:paraId="2C102A47"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Menetluse kiirenemine</w:t>
      </w:r>
      <w:r w:rsidRPr="00EE3356">
        <w:rPr>
          <w:rFonts w:ascii="Arial" w:hAnsi="Arial" w:cs="Arial"/>
          <w:sz w:val="21"/>
          <w:szCs w:val="21"/>
        </w:rPr>
        <w:t>: Tõendite ja selgituste esitamise vajaduse vähenemine aitab lühendada hankemenetluse kestust, mis on oluline nii avaliku sektori kui ka erasektori jaoks.</w:t>
      </w:r>
    </w:p>
    <w:p w14:paraId="03329E7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Rahvusvaheline praktika</w:t>
      </w:r>
      <w:r w:rsidRPr="00EE3356">
        <w:rPr>
          <w:rFonts w:ascii="Arial" w:hAnsi="Arial" w:cs="Arial"/>
          <w:sz w:val="21"/>
          <w:szCs w:val="21"/>
        </w:rPr>
        <w:t>: Meile teadaolevalt esineb Euroopa Liidu liikmesriikides nii kehtivat kui ka kavandatavat lahendust. See näitab, et muudatus on kooskõlas EL õiguse ja praktikaga.</w:t>
      </w:r>
    </w:p>
    <w:p w14:paraId="47F514D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Hankijate toetus</w:t>
      </w:r>
      <w:r w:rsidRPr="00EE3356">
        <w:rPr>
          <w:rFonts w:ascii="Arial" w:hAnsi="Arial" w:cs="Arial"/>
          <w:sz w:val="21"/>
          <w:szCs w:val="21"/>
        </w:rPr>
        <w:t>: Märgime, et lisaks Eesti Energiale on ka teised suuremad hankijad – Eesti Raudtee, Riigi Tugiteenuste Keskus, Riigi Kinnisvara AS ja Riigi Kaitseinvesteeringute Keskus – avaldanud toetust sellele ettepanekule. Ühiselt on rõhutatud, et kõikides menetlustes ei ole otstarbekas kasutada kõiki vabatahtlikke kõrvaldamisaluseid ning muudatus võimaldab teha arukamaid ja sisulisemaid valikuid.</w:t>
      </w:r>
    </w:p>
    <w:p w14:paraId="202C5F83"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Riskide maandamine:</w:t>
      </w:r>
    </w:p>
    <w:p w14:paraId="6158D6F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Mõistame, et ettevõtjate esindajad, nagu Kaubandus- ja Tööstuskoda, on väljendanud muret võimaliku konkurentsieelise pärast ebaausatele pakkujatele. Leiame, et seda riski saab maandada järgmiselt:</w:t>
      </w:r>
    </w:p>
    <w:p w14:paraId="283AB7CA"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Hankijatele tuleb tagada selged juhised kõrvaldamisaluste valiku põhjendamiseks ja dokumenteerimiseks;</w:t>
      </w:r>
    </w:p>
    <w:p w14:paraId="6FA98ADC"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Tuleks säilitada võimalus kontrollida kõrvaldamisaluseid ka juhul, kui neid pole eelnevalt ette nähtud, kui ilmnevad uued asjaolud;</w:t>
      </w:r>
    </w:p>
    <w:p w14:paraId="564108E4"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Järelevalve ja läbipaistvuse mehhanismid tuleb kohandada uue paindlikkuse tasemega.</w:t>
      </w:r>
    </w:p>
    <w:p w14:paraId="3F5695DF" w14:textId="2FC0C29E" w:rsidR="00763F26" w:rsidRPr="00763F26" w:rsidRDefault="00763F26" w:rsidP="00763F26">
      <w:pPr>
        <w:spacing w:line="240" w:lineRule="auto"/>
        <w:rPr>
          <w:rFonts w:ascii="Arial" w:hAnsi="Arial" w:cs="Arial"/>
          <w:sz w:val="21"/>
          <w:szCs w:val="21"/>
        </w:rPr>
      </w:pPr>
      <w:r w:rsidRPr="00EE3356">
        <w:rPr>
          <w:rFonts w:ascii="Arial" w:hAnsi="Arial" w:cs="Arial"/>
          <w:sz w:val="21"/>
          <w:szCs w:val="21"/>
        </w:rPr>
        <w:lastRenderedPageBreak/>
        <w:t>Kokkuvõttes usume, et see muudatus aitab kaasa riigihangete süsteemi tõhustamisele, säilitades samas olulised väärtused nagu aus konkurents ja läbipaistvus.</w:t>
      </w:r>
    </w:p>
    <w:p w14:paraId="77C069F8" w14:textId="77777777" w:rsidR="00763F26" w:rsidRDefault="00763F26" w:rsidP="00763F26">
      <w:pPr>
        <w:spacing w:line="240" w:lineRule="auto"/>
        <w:rPr>
          <w:rFonts w:ascii="Arial" w:hAnsi="Arial" w:cs="Arial"/>
          <w:b/>
          <w:bCs/>
          <w:sz w:val="21"/>
          <w:szCs w:val="21"/>
        </w:rPr>
      </w:pPr>
    </w:p>
    <w:p w14:paraId="2BAE46C1"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 ettepanekule: Põhjendamatult madala maksumusega pakkumuste kontrolli vabatahtlikuks muutmine alla rahvusvahelise piirmäära</w:t>
      </w:r>
    </w:p>
    <w:p w14:paraId="57DD3719"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Eesti Energia AS</w:t>
      </w:r>
      <w:r w:rsidRPr="00EE3356">
        <w:rPr>
          <w:rFonts w:ascii="Arial" w:hAnsi="Arial" w:cs="Arial"/>
          <w:sz w:val="21"/>
          <w:szCs w:val="21"/>
        </w:rPr>
        <w:t xml:space="preserve"> toetab Rahandusministeeriumi ettepanekut muuta põhjendamatult madala maksumusega pakkumuste kontroll vabatahtlikuks alla rahvusvahelise piirmäära jäävates hangetes. Leiame, et see muudatus aitab kaasa hankemenetluste tõhustamisele ja halduskoormuse vähendamisele, säilitades samas hankijate kaalutlusõiguse riskide juhtimiseks.</w:t>
      </w:r>
    </w:p>
    <w:p w14:paraId="5C97A3E1"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Toetuse põhjendused:</w:t>
      </w:r>
    </w:p>
    <w:p w14:paraId="4076DADC"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Halduskoormuse vähenemine</w:t>
      </w:r>
      <w:r w:rsidRPr="00EE3356">
        <w:rPr>
          <w:rFonts w:ascii="Arial" w:hAnsi="Arial" w:cs="Arial"/>
          <w:sz w:val="21"/>
          <w:szCs w:val="21"/>
        </w:rPr>
        <w:t>: Kehtiv kohustus kontrollida kõiki madala maksumusega pakkumusi on ajamahukas ja sageli formaalne. Muudatus võimaldab hankijatel keskenduda juhtudele, kus kahtlus on sisuliselt põhjendatud.</w:t>
      </w:r>
    </w:p>
    <w:p w14:paraId="2AB707E2"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Menetluse kiirenemine</w:t>
      </w:r>
      <w:r w:rsidRPr="00EE3356">
        <w:rPr>
          <w:rFonts w:ascii="Arial" w:hAnsi="Arial" w:cs="Arial"/>
          <w:sz w:val="21"/>
          <w:szCs w:val="21"/>
        </w:rPr>
        <w:t>: Kontrollimenetluse vabatahtlikuks muutmine aitab lühendada hankemenetluse kestust, mis on oluline ajakriitilistes projektides ja suurendab hangete paindlikkust.</w:t>
      </w:r>
    </w:p>
    <w:p w14:paraId="4AB63A66"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Vaidluste vähenemine</w:t>
      </w:r>
      <w:r w:rsidRPr="00EE3356">
        <w:rPr>
          <w:rFonts w:ascii="Arial" w:hAnsi="Arial" w:cs="Arial"/>
          <w:sz w:val="21"/>
          <w:szCs w:val="21"/>
        </w:rPr>
        <w:t>: Kehtiv regulatsioon on olnud vaidluste allikaks, kus edukus sõltub sageli formaalsetest aspektidest, mitte sisulisest hinnangust. Muudatus aitab vähendada vaidluste hulka ja parandada õiguskindlust.</w:t>
      </w:r>
    </w:p>
    <w:p w14:paraId="4BEB37F7"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Praktiline rakendatavus</w:t>
      </w:r>
      <w:r w:rsidRPr="00EE3356">
        <w:rPr>
          <w:rFonts w:ascii="Arial" w:hAnsi="Arial" w:cs="Arial"/>
          <w:sz w:val="21"/>
          <w:szCs w:val="21"/>
        </w:rPr>
        <w:t>: Nagu analüüsis märgitud, on hankijal sageli keeruline hinnata, kas pakkumus on põhjendamatult madal, eriti kui puudub valdkondlik ekspertiis. Samuti võimaldab RHS ristsubsideerimist, mis muudab kontrolli veelgi keerukamaks ja vähem tõhusaks.</w:t>
      </w:r>
    </w:p>
    <w:p w14:paraId="19CEE190"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Rahvusvaheline eeskuju</w:t>
      </w:r>
      <w:r w:rsidRPr="00EE3356">
        <w:rPr>
          <w:rFonts w:ascii="Arial" w:hAnsi="Arial" w:cs="Arial"/>
          <w:sz w:val="21"/>
          <w:szCs w:val="21"/>
        </w:rPr>
        <w:t>: Liikmesriikides, nagu Soome ja Portugal, on sarnane lähenemine juba kasutusel. See näitab, et muudatus on kooskõlas EL-i praktikaga ja aitab kaasa ühtlustatud ning praktilisele lähenemisele.</w:t>
      </w:r>
    </w:p>
    <w:p w14:paraId="30B01B31"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Riskide maandamine:</w:t>
      </w:r>
    </w:p>
    <w:p w14:paraId="6F100462"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Mõistame, et muudatus võib suurendada riski, et mõni hankeleping ei ole jätkusuutlik. Selle maandamiseks soovitame:</w:t>
      </w:r>
    </w:p>
    <w:p w14:paraId="54851EC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Hankijatele koostada juhendmaterjalid, millal ja kuidas hinnata pakkumuse maksumuse põhjendatust;</w:t>
      </w:r>
    </w:p>
    <w:p w14:paraId="11FAD02D"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Võimaldada hankijatel siiski alati kontrolli algatada, kui tekib kahtlus pakkumuse jätkusuutlikkuses;</w:t>
      </w:r>
    </w:p>
    <w:p w14:paraId="5E1108F1"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Julgustada hankijaid sätestama hankedokumentides selgelt, millal nad madalat maksumust kontrollivad.</w:t>
      </w:r>
    </w:p>
    <w:p w14:paraId="4E90E10A"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Kokkuvõttes usume, et muudatus suurendab hankemenetluste paindlikkust ja tõhusust, võimaldades samas hankijatel teha sisuliselt kaalutletud otsuseid vastavalt konkreetse hanke riskiprofiilile.</w:t>
      </w:r>
    </w:p>
    <w:p w14:paraId="7AF4C4DA" w14:textId="77777777" w:rsidR="00763F26" w:rsidRDefault="00763F26" w:rsidP="00763F26">
      <w:pPr>
        <w:spacing w:line="240" w:lineRule="auto"/>
        <w:rPr>
          <w:rFonts w:ascii="Arial" w:hAnsi="Arial" w:cs="Arial"/>
          <w:b/>
          <w:bCs/>
          <w:sz w:val="21"/>
          <w:szCs w:val="21"/>
        </w:rPr>
      </w:pPr>
    </w:p>
    <w:p w14:paraId="1B30CD44"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Toetus ettepanekule: Pakkumuste vastavuse kontrollimine ainult majanduslikult soodsaima puhul maksumuse alusel hindamisel</w:t>
      </w:r>
    </w:p>
    <w:p w14:paraId="3A3F7D19" w14:textId="77777777" w:rsidR="00763F26" w:rsidRPr="00EE3356" w:rsidRDefault="00763F26" w:rsidP="00763F26">
      <w:pPr>
        <w:spacing w:line="240" w:lineRule="auto"/>
        <w:rPr>
          <w:rFonts w:ascii="Arial" w:hAnsi="Arial" w:cs="Arial"/>
          <w:sz w:val="21"/>
          <w:szCs w:val="21"/>
        </w:rPr>
      </w:pPr>
      <w:r w:rsidRPr="00EE3356">
        <w:rPr>
          <w:rFonts w:ascii="Arial" w:hAnsi="Arial" w:cs="Arial"/>
          <w:b/>
          <w:bCs/>
          <w:sz w:val="21"/>
          <w:szCs w:val="21"/>
        </w:rPr>
        <w:t>Eesti Energia AS</w:t>
      </w:r>
      <w:r w:rsidRPr="00EE3356">
        <w:rPr>
          <w:rFonts w:ascii="Arial" w:hAnsi="Arial" w:cs="Arial"/>
          <w:sz w:val="21"/>
          <w:szCs w:val="21"/>
        </w:rPr>
        <w:t xml:space="preserve"> toetab Rahandusministeeriumi ettepanekut võimaldada hankijal kontrollida vaid majanduslikult soodsaima pakkumuse vastavust juhtudel, kui pakkumusi hinnatakse üksnes maksumuse alusel. Peame seda muudatust praktiliseks ja ajakohaseks sammuks, mis aitab suurendada hankemenetluste tõhusust ja paindlikkust.</w:t>
      </w:r>
    </w:p>
    <w:p w14:paraId="30AF084B"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lastRenderedPageBreak/>
        <w:t>Toetuse põhjendused:</w:t>
      </w:r>
    </w:p>
    <w:p w14:paraId="45DDE16A"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Töökoormuse vähenemine</w:t>
      </w:r>
      <w:r w:rsidRPr="00EE3356">
        <w:rPr>
          <w:rFonts w:ascii="Arial" w:hAnsi="Arial" w:cs="Arial"/>
          <w:sz w:val="21"/>
          <w:szCs w:val="21"/>
        </w:rPr>
        <w:t>: Muudatus vähendab oluliselt hankijate töömahtu, kuna ei ole vaja kontrollida kõigi kvalifitseeritud pakkujate pakkumuste vastavust, vaid ainult parima pakkumuse oma. See on eriti oluline suurte hangete puhul, kus pakkumusi võib olla kümneid.</w:t>
      </w:r>
    </w:p>
    <w:p w14:paraId="6C1D73E0"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Menetluse kiirenemine</w:t>
      </w:r>
      <w:r w:rsidRPr="00EE3356">
        <w:rPr>
          <w:rFonts w:ascii="Arial" w:hAnsi="Arial" w:cs="Arial"/>
          <w:sz w:val="21"/>
          <w:szCs w:val="21"/>
        </w:rPr>
        <w:t>: Vähem kontrollitavaid pakkumusi tähendab kiiremat hindamisprotsessi ja lühemat menetlusaega, mis on oluline ajakriitiliste projektide puhul.</w:t>
      </w:r>
    </w:p>
    <w:p w14:paraId="40F34672"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Pakkujate halduskoormuse vähenemine</w:t>
      </w:r>
      <w:r w:rsidRPr="00EE3356">
        <w:rPr>
          <w:rFonts w:ascii="Arial" w:hAnsi="Arial" w:cs="Arial"/>
          <w:sz w:val="21"/>
          <w:szCs w:val="21"/>
        </w:rPr>
        <w:t>: Ettevõtjad ei pea esitama täiendavaid dokumente ega vastama päringutele, kui nende pakkumus ei osutu majanduslikult soodsaimaks. See muudab osalemise hangetes lihtsamaks ja soodustab laiemat konkurentsi.</w:t>
      </w:r>
    </w:p>
    <w:p w14:paraId="4FE256CF"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Rahvusvaheline eeskuju</w:t>
      </w:r>
      <w:r w:rsidRPr="00EE3356">
        <w:rPr>
          <w:rFonts w:ascii="Arial" w:hAnsi="Arial" w:cs="Arial"/>
          <w:sz w:val="21"/>
          <w:szCs w:val="21"/>
        </w:rPr>
        <w:t>: Nagu viidatud, ei ole Soomes ja Rootsis kohustust kontrollida kõikide pakkumuste vastavust – hankijale on jäetud kaalutlusõigus. See näitab, et muudatus on kooskõlas EL-i praktikaga ja aitab kaasa ühtlustatud ning praktilisele lähenemisele.</w:t>
      </w:r>
    </w:p>
    <w:p w14:paraId="3929236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r>
      <w:r w:rsidRPr="00EE3356">
        <w:rPr>
          <w:rFonts w:ascii="Arial" w:hAnsi="Arial" w:cs="Arial"/>
          <w:b/>
          <w:bCs/>
          <w:sz w:val="21"/>
          <w:szCs w:val="21"/>
        </w:rPr>
        <w:t>Hankijate toetus</w:t>
      </w:r>
      <w:r w:rsidRPr="00EE3356">
        <w:rPr>
          <w:rFonts w:ascii="Arial" w:hAnsi="Arial" w:cs="Arial"/>
          <w:sz w:val="21"/>
          <w:szCs w:val="21"/>
        </w:rPr>
        <w:t>: TGS Balticu analüüsis toetas valdav osa hankijaid seda ettepanekut, märkides, et see on rakendatav eelkõige hindamiskriteeriumina ainult maksumust kasutavates hangetes.</w:t>
      </w:r>
    </w:p>
    <w:p w14:paraId="7A402F4F"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Riskide maandamine:</w:t>
      </w:r>
    </w:p>
    <w:p w14:paraId="0B63E46F"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Mõistame, et muudatus võib vähendada õiguskaitse võimalusi ja suurendada riski, et edukas pakkumus osutub hiljem mittevastavaks. Selle maandamiseks soovitame:</w:t>
      </w:r>
    </w:p>
    <w:p w14:paraId="123F3E2F"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Hankijatele selged juhised, millal ja kuidas vastavuskontrolli teostada;</w:t>
      </w:r>
    </w:p>
    <w:p w14:paraId="1F414BF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Võimalus vajadusel laiendada kontrolli ka teistele pakkumustele, kui tekib kahtlus;</w:t>
      </w:r>
    </w:p>
    <w:p w14:paraId="270C3A1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w:t>
      </w:r>
      <w:r w:rsidRPr="00EE3356">
        <w:rPr>
          <w:rFonts w:ascii="Arial" w:hAnsi="Arial" w:cs="Arial"/>
          <w:sz w:val="21"/>
          <w:szCs w:val="21"/>
        </w:rPr>
        <w:tab/>
        <w:t>Selge kommunikatsioon hankedokumentides, et pakkujad teaksid, millal ja kuidas nende pakkumusi kontrollitakse.</w:t>
      </w:r>
    </w:p>
    <w:p w14:paraId="1B1D6BC2"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Kokkuvõttes usume, et see muudatus aitab muuta hankemenetlused sihipärasemaks, kiiremaks ja vähem bürokraatlikuks, säilitades samas hankijate õiguse ja vastutuse kvaliteedi tagamisel.</w:t>
      </w:r>
      <w:r w:rsidRPr="00EE3356">
        <w:rPr>
          <w:rFonts w:ascii="Arial" w:hAnsi="Arial" w:cs="Arial"/>
          <w:sz w:val="21"/>
          <w:szCs w:val="21"/>
        </w:rPr>
        <w:br/>
      </w:r>
    </w:p>
    <w:p w14:paraId="52BBBE6D" w14:textId="77777777" w:rsidR="00763F26" w:rsidRPr="00EE3356" w:rsidRDefault="00763F26" w:rsidP="00763F26">
      <w:pPr>
        <w:spacing w:line="240" w:lineRule="auto"/>
        <w:rPr>
          <w:rFonts w:ascii="Arial" w:hAnsi="Arial" w:cs="Arial"/>
          <w:b/>
          <w:bCs/>
          <w:sz w:val="21"/>
          <w:szCs w:val="21"/>
        </w:rPr>
      </w:pPr>
      <w:r w:rsidRPr="00EE3356">
        <w:rPr>
          <w:rFonts w:ascii="Arial" w:hAnsi="Arial" w:cs="Arial"/>
          <w:b/>
          <w:bCs/>
          <w:sz w:val="21"/>
          <w:szCs w:val="21"/>
        </w:rPr>
        <w:t>Lisaks oleme 6. mail 2025 edastanud Rahandusministeeriumile ettepaneku, mille kohaselt algaks võrgustikusektori hankijatele hankekohustus alates rahvusvahelisest piirmäärast. Palume antud ettepanek võtta arvesse järgmise seaduse muudatuse korral.</w:t>
      </w:r>
    </w:p>
    <w:p w14:paraId="07854A58" w14:textId="77777777" w:rsidR="00763F26" w:rsidRPr="00EE3356" w:rsidRDefault="00763F26" w:rsidP="00763F26">
      <w:pPr>
        <w:spacing w:line="240" w:lineRule="auto"/>
        <w:rPr>
          <w:rFonts w:ascii="Arial" w:hAnsi="Arial" w:cs="Arial"/>
          <w:sz w:val="21"/>
          <w:szCs w:val="21"/>
        </w:rPr>
      </w:pPr>
      <w:r w:rsidRPr="00EE3356">
        <w:rPr>
          <w:rFonts w:ascii="Arial" w:hAnsi="Arial" w:cs="Arial"/>
          <w:sz w:val="21"/>
          <w:szCs w:val="21"/>
        </w:rPr>
        <w:t>Selle muudatuse eesmärk on suurendada paindlikkust ja vähendada halduskoormust, kus turuolukord, tehnilised eripärad ja ajakriitilised investeeringud nõuavad teistsugust lähenemist kui klassikalise sektori hankijatel.</w:t>
      </w:r>
    </w:p>
    <w:p w14:paraId="087F38E6" w14:textId="0668CE08" w:rsidR="00763F26" w:rsidRPr="00C631D6" w:rsidRDefault="00763F26" w:rsidP="00C631D6">
      <w:pPr>
        <w:spacing w:line="240" w:lineRule="auto"/>
        <w:rPr>
          <w:rFonts w:ascii="Arial" w:hAnsi="Arial" w:cs="Arial"/>
          <w:sz w:val="21"/>
          <w:szCs w:val="21"/>
        </w:rPr>
      </w:pPr>
      <w:r w:rsidRPr="00EE3356">
        <w:rPr>
          <w:rFonts w:ascii="Arial" w:hAnsi="Arial" w:cs="Arial"/>
          <w:sz w:val="21"/>
          <w:szCs w:val="21"/>
        </w:rPr>
        <w:t>Ettepanekul on laiapõhjaline toetus – seda toetavad kõik suuremad ning ka mitmed väiksemad võrgustikusektori hankijad.</w:t>
      </w:r>
      <w:r w:rsidRPr="00EE3356">
        <w:rPr>
          <w:rFonts w:ascii="Arial" w:hAnsi="Arial" w:cs="Arial"/>
          <w:sz w:val="21"/>
          <w:szCs w:val="21"/>
        </w:rPr>
        <w:br/>
      </w:r>
    </w:p>
    <w:p w14:paraId="28BBB5B8" w14:textId="77777777" w:rsidR="00763F26" w:rsidRDefault="00763F26" w:rsidP="00C631D6">
      <w:pPr>
        <w:spacing w:after="0" w:line="240" w:lineRule="auto"/>
      </w:pPr>
      <w:r w:rsidRPr="00DD0E45">
        <w:t xml:space="preserve">Lugupidamisega </w:t>
      </w:r>
    </w:p>
    <w:p w14:paraId="4437157B" w14:textId="77777777" w:rsidR="00763F26" w:rsidRDefault="00763F26" w:rsidP="00C631D6">
      <w:pPr>
        <w:spacing w:after="0" w:line="240" w:lineRule="auto"/>
      </w:pPr>
      <w:r>
        <w:br/>
      </w:r>
      <w:r w:rsidRPr="00DD0E45">
        <w:t xml:space="preserve">(allkirjastatud digitaalselt) </w:t>
      </w:r>
    </w:p>
    <w:p w14:paraId="5ADB438F" w14:textId="77777777" w:rsidR="00763F26" w:rsidRDefault="00763F26" w:rsidP="00C631D6">
      <w:pPr>
        <w:spacing w:after="0" w:line="240" w:lineRule="auto"/>
      </w:pPr>
    </w:p>
    <w:p w14:paraId="1D324776" w14:textId="3E113613" w:rsidR="00763F26" w:rsidRDefault="00763F26" w:rsidP="00C631D6">
      <w:pPr>
        <w:spacing w:after="0" w:line="240" w:lineRule="auto"/>
      </w:pPr>
      <w:r>
        <w:t>Kaarle Karp</w:t>
      </w:r>
    </w:p>
    <w:p w14:paraId="7CF28E7B" w14:textId="53EFD642" w:rsidR="00763F26" w:rsidRDefault="00763F26" w:rsidP="00C631D6">
      <w:pPr>
        <w:spacing w:after="0" w:line="240" w:lineRule="auto"/>
      </w:pPr>
      <w:r>
        <w:t>Hanketeenistuse juht</w:t>
      </w:r>
    </w:p>
    <w:p w14:paraId="740C1B21" w14:textId="2B2118CA" w:rsidR="00763F26" w:rsidRPr="00763F26" w:rsidRDefault="00763F26" w:rsidP="00C631D6">
      <w:pPr>
        <w:spacing w:after="0" w:line="240" w:lineRule="auto"/>
      </w:pPr>
      <w:r>
        <w:t>Eesti Energia AS</w:t>
      </w:r>
    </w:p>
    <w:p w14:paraId="25597B5A" w14:textId="77777777" w:rsidR="6D584A81" w:rsidRDefault="6D584A81" w:rsidP="6D584A81">
      <w:pPr>
        <w:rPr>
          <w:lang w:val="en-US"/>
        </w:rPr>
      </w:pPr>
    </w:p>
    <w:sectPr w:rsidR="6D584A81" w:rsidSect="00B4337C">
      <w:headerReference w:type="default" r:id="rId9"/>
      <w:footerReference w:type="default" r:id="rId10"/>
      <w:headerReference w:type="first" r:id="rId11"/>
      <w:footerReference w:type="first" r:id="rId12"/>
      <w:pgSz w:w="11906" w:h="16838"/>
      <w:pgMar w:top="1928" w:right="851" w:bottom="1701"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EFA97" w14:textId="77777777" w:rsidR="00C943A9" w:rsidRDefault="00C943A9" w:rsidP="00984DF6">
      <w:pPr>
        <w:spacing w:after="0" w:line="240" w:lineRule="auto"/>
      </w:pPr>
      <w:r>
        <w:separator/>
      </w:r>
    </w:p>
  </w:endnote>
  <w:endnote w:type="continuationSeparator" w:id="0">
    <w:p w14:paraId="0472E874" w14:textId="77777777" w:rsidR="00C943A9" w:rsidRDefault="00C943A9" w:rsidP="00984DF6">
      <w:pPr>
        <w:spacing w:after="0" w:line="240" w:lineRule="auto"/>
      </w:pPr>
      <w:r>
        <w:continuationSeparator/>
      </w:r>
    </w:p>
  </w:endnote>
  <w:endnote w:type="continuationNotice" w:id="1">
    <w:p w14:paraId="56F2909B" w14:textId="77777777" w:rsidR="00C943A9" w:rsidRDefault="00C943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347457"/>
      <w:docPartObj>
        <w:docPartGallery w:val="Page Numbers (Bottom of Page)"/>
        <w:docPartUnique/>
      </w:docPartObj>
    </w:sdtPr>
    <w:sdtEndPr>
      <w:rPr>
        <w:noProof/>
        <w:color w:val="2B2E36" w:themeColor="text1"/>
        <w:sz w:val="16"/>
        <w:szCs w:val="16"/>
      </w:rPr>
    </w:sdtEndPr>
    <w:sdtContent>
      <w:p w14:paraId="52C77A35" w14:textId="77777777" w:rsidR="005C606C" w:rsidRPr="00B35BE2" w:rsidRDefault="005C606C">
        <w:pPr>
          <w:pStyle w:val="Footer"/>
          <w:jc w:val="center"/>
          <w:rPr>
            <w:color w:val="2B2E36" w:themeColor="text1"/>
            <w:sz w:val="16"/>
            <w:szCs w:val="16"/>
          </w:rPr>
        </w:pPr>
        <w:r w:rsidRPr="00B35BE2">
          <w:rPr>
            <w:color w:val="2B2E36" w:themeColor="text1"/>
            <w:sz w:val="16"/>
            <w:szCs w:val="16"/>
          </w:rPr>
          <w:fldChar w:fldCharType="begin"/>
        </w:r>
        <w:r w:rsidRPr="00B35BE2">
          <w:rPr>
            <w:color w:val="2B2E36" w:themeColor="text1"/>
            <w:sz w:val="16"/>
            <w:szCs w:val="16"/>
          </w:rPr>
          <w:instrText xml:space="preserve"> PAGE   \* MERGEFORMAT </w:instrText>
        </w:r>
        <w:r w:rsidRPr="00B35BE2">
          <w:rPr>
            <w:color w:val="2B2E36" w:themeColor="text1"/>
            <w:sz w:val="16"/>
            <w:szCs w:val="16"/>
          </w:rPr>
          <w:fldChar w:fldCharType="separate"/>
        </w:r>
        <w:r w:rsidRPr="00B35BE2">
          <w:rPr>
            <w:noProof/>
            <w:color w:val="2B2E36" w:themeColor="text1"/>
            <w:sz w:val="16"/>
            <w:szCs w:val="16"/>
          </w:rPr>
          <w:t>2</w:t>
        </w:r>
        <w:r w:rsidRPr="00B35BE2">
          <w:rPr>
            <w:noProof/>
            <w:color w:val="2B2E36" w:themeColor="text1"/>
            <w:sz w:val="16"/>
            <w:szCs w:val="16"/>
          </w:rPr>
          <w:fldChar w:fldCharType="end"/>
        </w:r>
      </w:p>
    </w:sdtContent>
  </w:sdt>
  <w:p w14:paraId="49A8239D" w14:textId="77777777" w:rsidR="00E10E84" w:rsidRDefault="00E10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E879" w14:textId="77777777" w:rsidR="005D1ED4" w:rsidRDefault="005D1ED4">
    <w:pPr>
      <w:pStyle w:val="Footer"/>
    </w:pPr>
    <w:r>
      <w:rPr>
        <w:noProof/>
      </w:rPr>
      <mc:AlternateContent>
        <mc:Choice Requires="wps">
          <w:drawing>
            <wp:anchor distT="45720" distB="45720" distL="114300" distR="114300" simplePos="0" relativeHeight="251666432" behindDoc="0" locked="0" layoutInCell="1" allowOverlap="1" wp14:anchorId="46E4D36C" wp14:editId="538FBB76">
              <wp:simplePos x="0" y="0"/>
              <wp:positionH relativeFrom="margin">
                <wp:posOffset>-3810</wp:posOffset>
              </wp:positionH>
              <wp:positionV relativeFrom="paragraph">
                <wp:posOffset>-318135</wp:posOffset>
              </wp:positionV>
              <wp:extent cx="5935980" cy="457200"/>
              <wp:effectExtent l="0" t="0" r="762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457200"/>
                      </a:xfrm>
                      <a:prstGeom prst="rect">
                        <a:avLst/>
                      </a:prstGeom>
                      <a:noFill/>
                      <a:ln w="9525">
                        <a:noFill/>
                        <a:miter lim="800000"/>
                        <a:headEnd/>
                        <a:tailEnd/>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035"/>
                            <w:gridCol w:w="3018"/>
                          </w:tblGrid>
                          <w:tr w:rsidR="00A76A9F" w:rsidRPr="00632A6F" w14:paraId="3B51A460" w14:textId="77777777" w:rsidTr="007D0194">
                            <w:tc>
                              <w:tcPr>
                                <w:tcW w:w="2830" w:type="dxa"/>
                                <w:tcMar>
                                  <w:left w:w="0" w:type="dxa"/>
                                  <w:right w:w="0" w:type="dxa"/>
                                </w:tcMar>
                              </w:tcPr>
                              <w:p w14:paraId="4C1786EB" w14:textId="77777777" w:rsidR="00A76A9F" w:rsidRPr="007D0194" w:rsidRDefault="00A76A9F" w:rsidP="00776F03">
                                <w:pPr>
                                  <w:rPr>
                                    <w:color w:val="2B2E36" w:themeColor="text1"/>
                                    <w:lang w:val="fi-FI"/>
                                  </w:rPr>
                                </w:pPr>
                                <w:r w:rsidRPr="007D0194">
                                  <w:rPr>
                                    <w:b/>
                                    <w:bCs/>
                                    <w:color w:val="2B2E36" w:themeColor="text1"/>
                                    <w:lang w:val="fi-FI"/>
                                  </w:rPr>
                                  <w:t>Eesti Energia AS</w:t>
                                </w:r>
                                <w:r w:rsidRPr="007D0194">
                                  <w:rPr>
                                    <w:color w:val="2B2E36" w:themeColor="text1"/>
                                    <w:lang w:val="fi-FI"/>
                                  </w:rPr>
                                  <w:br/>
                                </w:r>
                                <w:r w:rsidRPr="00A42B6A">
                                  <w:rPr>
                                    <w:color w:val="2B2E36" w:themeColor="text1"/>
                                  </w:rPr>
                                  <w:t>Lelle 22, 11318 Tallinn</w:t>
                                </w:r>
                              </w:p>
                            </w:tc>
                            <w:tc>
                              <w:tcPr>
                                <w:tcW w:w="3035" w:type="dxa"/>
                                <w:tcMar>
                                  <w:left w:w="0" w:type="dxa"/>
                                  <w:right w:w="0" w:type="dxa"/>
                                </w:tcMar>
                              </w:tcPr>
                              <w:p w14:paraId="3D9FB22C" w14:textId="77777777" w:rsidR="00A76A9F" w:rsidRPr="00632A6F" w:rsidRDefault="00632A6F" w:rsidP="00C66001">
                                <w:pPr>
                                  <w:rPr>
                                    <w:color w:val="2B2E36" w:themeColor="text1"/>
                                    <w:lang w:val="en-US"/>
                                  </w:rPr>
                                </w:pPr>
                                <w:r w:rsidRPr="00632A6F">
                                  <w:rPr>
                                    <w:color w:val="2B2E36" w:themeColor="text1"/>
                                    <w:lang w:val="en-US"/>
                                  </w:rPr>
                                  <w:t>Reg</w:t>
                                </w:r>
                                <w:r w:rsidR="0054006B">
                                  <w:rPr>
                                    <w:color w:val="2B2E36" w:themeColor="text1"/>
                                    <w:lang w:val="en-US"/>
                                  </w:rPr>
                                  <w:t xml:space="preserve">. </w:t>
                                </w:r>
                                <w:r w:rsidRPr="00632A6F">
                                  <w:rPr>
                                    <w:color w:val="2B2E36" w:themeColor="text1"/>
                                    <w:lang w:val="en-US"/>
                                  </w:rPr>
                                  <w:t>code</w:t>
                                </w:r>
                                <w:r w:rsidR="004E1266" w:rsidRPr="00632A6F">
                                  <w:rPr>
                                    <w:color w:val="2B2E36" w:themeColor="text1"/>
                                    <w:lang w:val="en-US"/>
                                  </w:rPr>
                                  <w:t>:</w:t>
                                </w:r>
                                <w:r w:rsidR="00603DB0" w:rsidRPr="00632A6F">
                                  <w:rPr>
                                    <w:color w:val="2B2E36" w:themeColor="text1"/>
                                    <w:lang w:val="en-US"/>
                                  </w:rPr>
                                  <w:t xml:space="preserve"> 10421629</w:t>
                                </w:r>
                                <w:r w:rsidR="00603DB0" w:rsidRPr="00632A6F">
                                  <w:rPr>
                                    <w:color w:val="2B2E36" w:themeColor="text1"/>
                                    <w:lang w:val="en-US"/>
                                  </w:rPr>
                                  <w:br/>
                                </w:r>
                                <w:r w:rsidR="007D0194">
                                  <w:rPr>
                                    <w:color w:val="2B2E36" w:themeColor="text1"/>
                                    <w:lang w:val="en-US"/>
                                  </w:rPr>
                                  <w:t>P</w:t>
                                </w:r>
                                <w:r w:rsidR="00634753" w:rsidRPr="00634753">
                                  <w:rPr>
                                    <w:color w:val="2B2E36" w:themeColor="text1"/>
                                    <w:lang w:val="en-US"/>
                                  </w:rPr>
                                  <w:t>hone</w:t>
                                </w:r>
                                <w:r w:rsidR="004E1266" w:rsidRPr="00632A6F">
                                  <w:rPr>
                                    <w:color w:val="2B2E36" w:themeColor="text1"/>
                                    <w:lang w:val="en-US"/>
                                  </w:rPr>
                                  <w:t>:</w:t>
                                </w:r>
                                <w:r w:rsidR="00A76A9F" w:rsidRPr="00632A6F">
                                  <w:rPr>
                                    <w:color w:val="2B2E36" w:themeColor="text1"/>
                                    <w:lang w:val="en-US"/>
                                  </w:rPr>
                                  <w:t xml:space="preserve"> +372 465 2222</w:t>
                                </w:r>
                              </w:p>
                            </w:tc>
                            <w:tc>
                              <w:tcPr>
                                <w:tcW w:w="3018" w:type="dxa"/>
                              </w:tcPr>
                              <w:p w14:paraId="328322CB" w14:textId="77777777" w:rsidR="001D6FC4" w:rsidRPr="00632A6F" w:rsidRDefault="004E1266" w:rsidP="001D6FC4">
                                <w:pPr>
                                  <w:rPr>
                                    <w:color w:val="2B2E36" w:themeColor="text1"/>
                                    <w:lang w:val="en-US"/>
                                  </w:rPr>
                                </w:pPr>
                                <w:r w:rsidRPr="00632A6F">
                                  <w:rPr>
                                    <w:color w:val="2B2E36" w:themeColor="text1"/>
                                    <w:lang w:val="en-US"/>
                                  </w:rPr>
                                  <w:t>E-</w:t>
                                </w:r>
                                <w:r w:rsidR="000221F3">
                                  <w:rPr>
                                    <w:color w:val="2B2E36" w:themeColor="text1"/>
                                    <w:lang w:val="en-US"/>
                                  </w:rPr>
                                  <w:t>mail</w:t>
                                </w:r>
                                <w:r w:rsidRPr="00632A6F">
                                  <w:rPr>
                                    <w:color w:val="2B2E36" w:themeColor="text1"/>
                                    <w:lang w:val="en-US"/>
                                  </w:rPr>
                                  <w:t xml:space="preserve">: </w:t>
                                </w:r>
                                <w:r w:rsidR="00D20DA4">
                                  <w:t>info@energia.ee</w:t>
                                </w:r>
                              </w:p>
                              <w:p w14:paraId="6BDA934B" w14:textId="77777777" w:rsidR="00A76A9F" w:rsidRPr="00632A6F" w:rsidRDefault="002A5F4D" w:rsidP="001D6FC4">
                                <w:pPr>
                                  <w:rPr>
                                    <w:color w:val="2B2E36" w:themeColor="text1"/>
                                    <w:lang w:val="en-US"/>
                                  </w:rPr>
                                </w:pPr>
                                <w:hyperlink r:id="rId1" w:history="1">
                                  <w:r w:rsidRPr="00632A6F">
                                    <w:rPr>
                                      <w:rStyle w:val="Hyperlink"/>
                                      <w:color w:val="2B2E36" w:themeColor="text1"/>
                                      <w:u w:val="none"/>
                                      <w:lang w:val="en-US"/>
                                    </w:rPr>
                                    <w:t>www.enefit.com</w:t>
                                  </w:r>
                                </w:hyperlink>
                                <w:r w:rsidRPr="00632A6F">
                                  <w:rPr>
                                    <w:color w:val="2B2E36" w:themeColor="text1"/>
                                    <w:lang w:val="en-US"/>
                                  </w:rPr>
                                  <w:t xml:space="preserve"> </w:t>
                                </w:r>
                              </w:p>
                            </w:tc>
                          </w:tr>
                        </w:tbl>
                        <w:p w14:paraId="461BC1BA" w14:textId="77777777" w:rsidR="005D1ED4" w:rsidRPr="00632A6F" w:rsidRDefault="005D1ED4" w:rsidP="00776F03">
                          <w:pPr>
                            <w:spacing w:after="0"/>
                            <w:rPr>
                              <w:lang w:val="en-US"/>
                            </w:rPr>
                          </w:pPr>
                        </w:p>
                      </w:txbxContent>
                    </wps:txbx>
                    <wps:bodyPr rot="0" vert="horz" wrap="square" lIns="0" tIns="0" rIns="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E4D36C" id="_x0000_t202" coordsize="21600,21600" o:spt="202" path="m,l,21600r21600,l21600,xe">
              <v:stroke joinstyle="miter"/>
              <v:path gradientshapeok="t" o:connecttype="rect"/>
            </v:shapetype>
            <v:shape id="Text Box 2" o:spid="_x0000_s1026" type="#_x0000_t202" style="position:absolute;left:0;text-align:left;margin-left:-.3pt;margin-top:-25.05pt;width:467.4pt;height:36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" filled="f" stroked="f">
              <v:textbox inset="0,0,0,1mm">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035"/>
                      <w:gridCol w:w="3018"/>
                    </w:tblGrid>
                    <w:tr w:rsidR="00A76A9F" w:rsidRPr="00632A6F" w14:paraId="3B51A460" w14:textId="77777777" w:rsidTr="007D0194">
                      <w:tc>
                        <w:tcPr>
                          <w:tcW w:w="2830" w:type="dxa"/>
                          <w:tcMar>
                            <w:left w:w="0" w:type="dxa"/>
                            <w:right w:w="0" w:type="dxa"/>
                          </w:tcMar>
                        </w:tcPr>
                        <w:p w14:paraId="4C1786EB" w14:textId="77777777" w:rsidR="00A76A9F" w:rsidRPr="007D0194" w:rsidRDefault="00A76A9F" w:rsidP="00776F03">
                          <w:pPr>
                            <w:rPr>
                              <w:color w:val="2B2E36" w:themeColor="text1"/>
                              <w:lang w:val="fi-FI"/>
                            </w:rPr>
                          </w:pPr>
                          <w:r w:rsidRPr="007D0194">
                            <w:rPr>
                              <w:b/>
                              <w:bCs/>
                              <w:color w:val="2B2E36" w:themeColor="text1"/>
                              <w:lang w:val="fi-FI"/>
                            </w:rPr>
                            <w:t>Eesti Energia AS</w:t>
                          </w:r>
                          <w:r w:rsidRPr="007D0194">
                            <w:rPr>
                              <w:color w:val="2B2E36" w:themeColor="text1"/>
                              <w:lang w:val="fi-FI"/>
                            </w:rPr>
                            <w:br/>
                          </w:r>
                          <w:r w:rsidRPr="00A42B6A">
                            <w:rPr>
                              <w:color w:val="2B2E36" w:themeColor="text1"/>
                            </w:rPr>
                            <w:t>Lelle 22, 11318 Tallinn</w:t>
                          </w:r>
                        </w:p>
                      </w:tc>
                      <w:tc>
                        <w:tcPr>
                          <w:tcW w:w="3035" w:type="dxa"/>
                          <w:tcMar>
                            <w:left w:w="0" w:type="dxa"/>
                            <w:right w:w="0" w:type="dxa"/>
                          </w:tcMar>
                        </w:tcPr>
                        <w:p w14:paraId="3D9FB22C" w14:textId="77777777" w:rsidR="00A76A9F" w:rsidRPr="00632A6F" w:rsidRDefault="00632A6F" w:rsidP="00C66001">
                          <w:pPr>
                            <w:rPr>
                              <w:color w:val="2B2E36" w:themeColor="text1"/>
                              <w:lang w:val="en-US"/>
                            </w:rPr>
                          </w:pPr>
                          <w:r w:rsidRPr="00632A6F">
                            <w:rPr>
                              <w:color w:val="2B2E36" w:themeColor="text1"/>
                              <w:lang w:val="en-US"/>
                            </w:rPr>
                            <w:t>Reg</w:t>
                          </w:r>
                          <w:r w:rsidR="0054006B">
                            <w:rPr>
                              <w:color w:val="2B2E36" w:themeColor="text1"/>
                              <w:lang w:val="en-US"/>
                            </w:rPr>
                            <w:t xml:space="preserve">. </w:t>
                          </w:r>
                          <w:r w:rsidRPr="00632A6F">
                            <w:rPr>
                              <w:color w:val="2B2E36" w:themeColor="text1"/>
                              <w:lang w:val="en-US"/>
                            </w:rPr>
                            <w:t>code</w:t>
                          </w:r>
                          <w:r w:rsidR="004E1266" w:rsidRPr="00632A6F">
                            <w:rPr>
                              <w:color w:val="2B2E36" w:themeColor="text1"/>
                              <w:lang w:val="en-US"/>
                            </w:rPr>
                            <w:t>:</w:t>
                          </w:r>
                          <w:r w:rsidR="00603DB0" w:rsidRPr="00632A6F">
                            <w:rPr>
                              <w:color w:val="2B2E36" w:themeColor="text1"/>
                              <w:lang w:val="en-US"/>
                            </w:rPr>
                            <w:t xml:space="preserve"> 10421629</w:t>
                          </w:r>
                          <w:r w:rsidR="00603DB0" w:rsidRPr="00632A6F">
                            <w:rPr>
                              <w:color w:val="2B2E36" w:themeColor="text1"/>
                              <w:lang w:val="en-US"/>
                            </w:rPr>
                            <w:br/>
                          </w:r>
                          <w:r w:rsidR="007D0194">
                            <w:rPr>
                              <w:color w:val="2B2E36" w:themeColor="text1"/>
                              <w:lang w:val="en-US"/>
                            </w:rPr>
                            <w:t>P</w:t>
                          </w:r>
                          <w:r w:rsidR="00634753" w:rsidRPr="00634753">
                            <w:rPr>
                              <w:color w:val="2B2E36" w:themeColor="text1"/>
                              <w:lang w:val="en-US"/>
                            </w:rPr>
                            <w:t>hone</w:t>
                          </w:r>
                          <w:r w:rsidR="004E1266" w:rsidRPr="00632A6F">
                            <w:rPr>
                              <w:color w:val="2B2E36" w:themeColor="text1"/>
                              <w:lang w:val="en-US"/>
                            </w:rPr>
                            <w:t>:</w:t>
                          </w:r>
                          <w:r w:rsidR="00A76A9F" w:rsidRPr="00632A6F">
                            <w:rPr>
                              <w:color w:val="2B2E36" w:themeColor="text1"/>
                              <w:lang w:val="en-US"/>
                            </w:rPr>
                            <w:t xml:space="preserve"> +372 465 2222</w:t>
                          </w:r>
                        </w:p>
                      </w:tc>
                      <w:tc>
                        <w:tcPr>
                          <w:tcW w:w="3018" w:type="dxa"/>
                        </w:tcPr>
                        <w:p w14:paraId="328322CB" w14:textId="77777777" w:rsidR="001D6FC4" w:rsidRPr="00632A6F" w:rsidRDefault="004E1266" w:rsidP="001D6FC4">
                          <w:pPr>
                            <w:rPr>
                              <w:color w:val="2B2E36" w:themeColor="text1"/>
                              <w:lang w:val="en-US"/>
                            </w:rPr>
                          </w:pPr>
                          <w:r w:rsidRPr="00632A6F">
                            <w:rPr>
                              <w:color w:val="2B2E36" w:themeColor="text1"/>
                              <w:lang w:val="en-US"/>
                            </w:rPr>
                            <w:t>E-</w:t>
                          </w:r>
                          <w:r w:rsidR="000221F3">
                            <w:rPr>
                              <w:color w:val="2B2E36" w:themeColor="text1"/>
                              <w:lang w:val="en-US"/>
                            </w:rPr>
                            <w:t>mail</w:t>
                          </w:r>
                          <w:r w:rsidRPr="00632A6F">
                            <w:rPr>
                              <w:color w:val="2B2E36" w:themeColor="text1"/>
                              <w:lang w:val="en-US"/>
                            </w:rPr>
                            <w:t xml:space="preserve">: </w:t>
                          </w:r>
                          <w:r w:rsidR="00D20DA4">
                            <w:t>info@energia.ee</w:t>
                          </w:r>
                        </w:p>
                        <w:p w14:paraId="6BDA934B" w14:textId="77777777" w:rsidR="00A76A9F" w:rsidRPr="00632A6F" w:rsidRDefault="002A5F4D" w:rsidP="001D6FC4">
                          <w:pPr>
                            <w:rPr>
                              <w:color w:val="2B2E36" w:themeColor="text1"/>
                              <w:lang w:val="en-US"/>
                            </w:rPr>
                          </w:pPr>
                          <w:hyperlink r:id="rId2" w:history="1">
                            <w:r w:rsidRPr="00632A6F">
                              <w:rPr>
                                <w:rStyle w:val="Hyperlink"/>
                                <w:color w:val="2B2E36" w:themeColor="text1"/>
                                <w:u w:val="none"/>
                                <w:lang w:val="en-US"/>
                              </w:rPr>
                              <w:t>www.enefit.com</w:t>
                            </w:r>
                          </w:hyperlink>
                          <w:r w:rsidRPr="00632A6F">
                            <w:rPr>
                              <w:color w:val="2B2E36" w:themeColor="text1"/>
                              <w:lang w:val="en-US"/>
                            </w:rPr>
                            <w:t xml:space="preserve"> </w:t>
                          </w:r>
                        </w:p>
                      </w:tc>
                    </w:tr>
                  </w:tbl>
                  <w:p w14:paraId="461BC1BA" w14:textId="77777777" w:rsidR="005D1ED4" w:rsidRPr="00632A6F" w:rsidRDefault="005D1ED4" w:rsidP="00776F03">
                    <w:pPr>
                      <w:spacing w:after="0"/>
                      <w:rPr>
                        <w:lang w:val="en-U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036B8" w14:textId="77777777" w:rsidR="00C943A9" w:rsidRDefault="00C943A9" w:rsidP="00984DF6">
      <w:pPr>
        <w:spacing w:after="0" w:line="240" w:lineRule="auto"/>
      </w:pPr>
      <w:r>
        <w:separator/>
      </w:r>
    </w:p>
  </w:footnote>
  <w:footnote w:type="continuationSeparator" w:id="0">
    <w:p w14:paraId="5A35D3B2" w14:textId="77777777" w:rsidR="00C943A9" w:rsidRDefault="00C943A9" w:rsidP="00984DF6">
      <w:pPr>
        <w:spacing w:after="0" w:line="240" w:lineRule="auto"/>
      </w:pPr>
      <w:r>
        <w:continuationSeparator/>
      </w:r>
    </w:p>
  </w:footnote>
  <w:footnote w:type="continuationNotice" w:id="1">
    <w:p w14:paraId="557D731E" w14:textId="77777777" w:rsidR="00C943A9" w:rsidRDefault="00C943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6D584A81" w14:paraId="0ED40667" w14:textId="77777777" w:rsidTr="6D584A81">
      <w:trPr>
        <w:trHeight w:val="300"/>
      </w:trPr>
      <w:tc>
        <w:tcPr>
          <w:tcW w:w="3115" w:type="dxa"/>
        </w:tcPr>
        <w:p w14:paraId="1A6C7AA6" w14:textId="77777777" w:rsidR="6D584A81" w:rsidRDefault="6D584A81" w:rsidP="6D584A81">
          <w:pPr>
            <w:pStyle w:val="Header"/>
            <w:ind w:left="-115"/>
            <w:jc w:val="left"/>
          </w:pPr>
        </w:p>
      </w:tc>
      <w:tc>
        <w:tcPr>
          <w:tcW w:w="3115" w:type="dxa"/>
        </w:tcPr>
        <w:p w14:paraId="4EA9FAAF" w14:textId="77777777" w:rsidR="6D584A81" w:rsidRDefault="6D584A81" w:rsidP="6D584A81">
          <w:pPr>
            <w:pStyle w:val="Header"/>
            <w:jc w:val="center"/>
          </w:pPr>
        </w:p>
      </w:tc>
      <w:tc>
        <w:tcPr>
          <w:tcW w:w="3115" w:type="dxa"/>
        </w:tcPr>
        <w:p w14:paraId="6A02F73E" w14:textId="77777777" w:rsidR="6D584A81" w:rsidRDefault="6D584A81" w:rsidP="6D584A81">
          <w:pPr>
            <w:pStyle w:val="Header"/>
            <w:ind w:right="-115"/>
            <w:jc w:val="right"/>
          </w:pPr>
        </w:p>
      </w:tc>
    </w:tr>
  </w:tbl>
  <w:p w14:paraId="77066113" w14:textId="77777777" w:rsidR="6D584A81" w:rsidRDefault="6D584A81" w:rsidP="6D584A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41934" w14:textId="77777777" w:rsidR="0071068A" w:rsidRDefault="002D4DB2">
    <w:pPr>
      <w:pStyle w:val="Header"/>
    </w:pPr>
    <w:r w:rsidRPr="002D4DB2">
      <w:rPr>
        <w:noProof/>
      </w:rPr>
      <w:drawing>
        <wp:anchor distT="0" distB="0" distL="114300" distR="114300" simplePos="0" relativeHeight="251664384" behindDoc="0" locked="0" layoutInCell="1" allowOverlap="1" wp14:anchorId="2F550CF7" wp14:editId="6CDF203E">
          <wp:simplePos x="0" y="0"/>
          <wp:positionH relativeFrom="margin">
            <wp:posOffset>0</wp:posOffset>
          </wp:positionH>
          <wp:positionV relativeFrom="paragraph">
            <wp:posOffset>12065</wp:posOffset>
          </wp:positionV>
          <wp:extent cx="2800800" cy="370800"/>
          <wp:effectExtent l="0" t="0" r="0" b="0"/>
          <wp:wrapNone/>
          <wp:docPr id="5" name="Graphic 4">
            <a:extLst xmlns:a="http://schemas.openxmlformats.org/drawingml/2006/main">
              <a:ext uri="{FF2B5EF4-FFF2-40B4-BE49-F238E27FC236}">
                <a16:creationId xmlns:a16="http://schemas.microsoft.com/office/drawing/2014/main" id="{2744C9E6-77F5-151F-3F38-EDEA062BBB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4">
                    <a:extLst>
                      <a:ext uri="{FF2B5EF4-FFF2-40B4-BE49-F238E27FC236}">
                        <a16:creationId xmlns:a16="http://schemas.microsoft.com/office/drawing/2014/main" id="{2744C9E6-77F5-151F-3F38-EDEA062BBB17}"/>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2800800" cy="370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F26"/>
    <w:rsid w:val="000221F3"/>
    <w:rsid w:val="000E3BA1"/>
    <w:rsid w:val="000F4013"/>
    <w:rsid w:val="00143CAD"/>
    <w:rsid w:val="00186713"/>
    <w:rsid w:val="001A600D"/>
    <w:rsid w:val="001D6FC4"/>
    <w:rsid w:val="00201007"/>
    <w:rsid w:val="00203975"/>
    <w:rsid w:val="00203C7D"/>
    <w:rsid w:val="00231AF4"/>
    <w:rsid w:val="0023268E"/>
    <w:rsid w:val="0028378B"/>
    <w:rsid w:val="00285902"/>
    <w:rsid w:val="00294A1B"/>
    <w:rsid w:val="00294C02"/>
    <w:rsid w:val="002A120E"/>
    <w:rsid w:val="002A5F4D"/>
    <w:rsid w:val="002B0657"/>
    <w:rsid w:val="002D4DB2"/>
    <w:rsid w:val="002E62D0"/>
    <w:rsid w:val="002F7970"/>
    <w:rsid w:val="002F7D6E"/>
    <w:rsid w:val="00316FC8"/>
    <w:rsid w:val="00386A58"/>
    <w:rsid w:val="003A5640"/>
    <w:rsid w:val="003C1EDE"/>
    <w:rsid w:val="00404635"/>
    <w:rsid w:val="004268FF"/>
    <w:rsid w:val="00445335"/>
    <w:rsid w:val="00466501"/>
    <w:rsid w:val="00470083"/>
    <w:rsid w:val="004905F0"/>
    <w:rsid w:val="004E1266"/>
    <w:rsid w:val="004E32DD"/>
    <w:rsid w:val="00521319"/>
    <w:rsid w:val="0054006B"/>
    <w:rsid w:val="00545A1B"/>
    <w:rsid w:val="0054781C"/>
    <w:rsid w:val="005A1605"/>
    <w:rsid w:val="005B6C30"/>
    <w:rsid w:val="005C0E7E"/>
    <w:rsid w:val="005C606C"/>
    <w:rsid w:val="005D1ED4"/>
    <w:rsid w:val="00603DB0"/>
    <w:rsid w:val="006265A1"/>
    <w:rsid w:val="00632A6F"/>
    <w:rsid w:val="00634753"/>
    <w:rsid w:val="00637371"/>
    <w:rsid w:val="00647030"/>
    <w:rsid w:val="00654853"/>
    <w:rsid w:val="006745F2"/>
    <w:rsid w:val="006754A2"/>
    <w:rsid w:val="006D7063"/>
    <w:rsid w:val="006F29E9"/>
    <w:rsid w:val="007002D0"/>
    <w:rsid w:val="0071068A"/>
    <w:rsid w:val="0072045E"/>
    <w:rsid w:val="00733149"/>
    <w:rsid w:val="00763F26"/>
    <w:rsid w:val="00767D25"/>
    <w:rsid w:val="00776F03"/>
    <w:rsid w:val="00785CEF"/>
    <w:rsid w:val="007949E1"/>
    <w:rsid w:val="00797924"/>
    <w:rsid w:val="00797C21"/>
    <w:rsid w:val="007A5217"/>
    <w:rsid w:val="007C735F"/>
    <w:rsid w:val="007D0194"/>
    <w:rsid w:val="007E5D90"/>
    <w:rsid w:val="007E5DBF"/>
    <w:rsid w:val="007E6DA7"/>
    <w:rsid w:val="0080750B"/>
    <w:rsid w:val="008115C2"/>
    <w:rsid w:val="0081334A"/>
    <w:rsid w:val="008315B4"/>
    <w:rsid w:val="00833AB4"/>
    <w:rsid w:val="00860AE8"/>
    <w:rsid w:val="0086681F"/>
    <w:rsid w:val="00870125"/>
    <w:rsid w:val="00883A57"/>
    <w:rsid w:val="008F5614"/>
    <w:rsid w:val="0091053B"/>
    <w:rsid w:val="00922B40"/>
    <w:rsid w:val="009531C4"/>
    <w:rsid w:val="00984DF6"/>
    <w:rsid w:val="009A59B5"/>
    <w:rsid w:val="009B52FF"/>
    <w:rsid w:val="009C6865"/>
    <w:rsid w:val="009F1221"/>
    <w:rsid w:val="00A42B6A"/>
    <w:rsid w:val="00A76A9F"/>
    <w:rsid w:val="00AD4C66"/>
    <w:rsid w:val="00AE552D"/>
    <w:rsid w:val="00B03DEC"/>
    <w:rsid w:val="00B06D9C"/>
    <w:rsid w:val="00B07B87"/>
    <w:rsid w:val="00B11E17"/>
    <w:rsid w:val="00B15644"/>
    <w:rsid w:val="00B35BE2"/>
    <w:rsid w:val="00B4337C"/>
    <w:rsid w:val="00B53AD5"/>
    <w:rsid w:val="00B84E81"/>
    <w:rsid w:val="00B94507"/>
    <w:rsid w:val="00BA5320"/>
    <w:rsid w:val="00BF0EC2"/>
    <w:rsid w:val="00BF5B9D"/>
    <w:rsid w:val="00C07377"/>
    <w:rsid w:val="00C31580"/>
    <w:rsid w:val="00C631D6"/>
    <w:rsid w:val="00C66001"/>
    <w:rsid w:val="00C724D4"/>
    <w:rsid w:val="00C943A9"/>
    <w:rsid w:val="00CA5B6E"/>
    <w:rsid w:val="00CC0D40"/>
    <w:rsid w:val="00CD7193"/>
    <w:rsid w:val="00D20DA4"/>
    <w:rsid w:val="00D22C45"/>
    <w:rsid w:val="00D278D2"/>
    <w:rsid w:val="00D30553"/>
    <w:rsid w:val="00D438BE"/>
    <w:rsid w:val="00D623DC"/>
    <w:rsid w:val="00D63C6B"/>
    <w:rsid w:val="00D716CA"/>
    <w:rsid w:val="00D73575"/>
    <w:rsid w:val="00D808B3"/>
    <w:rsid w:val="00D979BD"/>
    <w:rsid w:val="00DD0E96"/>
    <w:rsid w:val="00E021C5"/>
    <w:rsid w:val="00E048BC"/>
    <w:rsid w:val="00E10E84"/>
    <w:rsid w:val="00E1569F"/>
    <w:rsid w:val="00E659D1"/>
    <w:rsid w:val="00EB28DF"/>
    <w:rsid w:val="00EC4302"/>
    <w:rsid w:val="00EF7644"/>
    <w:rsid w:val="00F179F0"/>
    <w:rsid w:val="00F7250D"/>
    <w:rsid w:val="00F74BBC"/>
    <w:rsid w:val="00FC5440"/>
    <w:rsid w:val="00FE298C"/>
    <w:rsid w:val="19364A21"/>
    <w:rsid w:val="1E18CF21"/>
    <w:rsid w:val="244A5403"/>
    <w:rsid w:val="4DD99394"/>
    <w:rsid w:val="5B9C55F5"/>
    <w:rsid w:val="6D584A81"/>
    <w:rsid w:val="6EF7C7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BB134C"/>
  <w15:chartTrackingRefBased/>
  <w15:docId w15:val="{B0832D16-C539-4556-9AC9-365C0462F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26"/>
  </w:style>
  <w:style w:type="paragraph" w:styleId="Heading1">
    <w:name w:val="heading 1"/>
    <w:basedOn w:val="Normal"/>
    <w:next w:val="Normal"/>
    <w:link w:val="Heading1Char"/>
    <w:uiPriority w:val="9"/>
    <w:qFormat/>
    <w:rsid w:val="00470083"/>
    <w:pPr>
      <w:keepNext/>
      <w:keepLines/>
      <w:spacing w:before="240" w:after="0" w:line="276" w:lineRule="auto"/>
      <w:jc w:val="both"/>
      <w:outlineLvl w:val="0"/>
    </w:pPr>
    <w:rPr>
      <w:rFonts w:asciiTheme="majorHAnsi" w:eastAsiaTheme="majorEastAsia" w:hAnsiTheme="majorHAnsi" w:cstheme="majorBidi"/>
      <w:color w:val="202228"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jc w:val="both"/>
    </w:pPr>
    <w:rPr>
      <w:color w:val="2B2E36"/>
      <w:sz w:val="20"/>
    </w:r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jc w:val="both"/>
    </w:pPr>
    <w:rPr>
      <w:color w:val="2B2E36"/>
      <w:sz w:val="20"/>
    </w:r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character" w:customStyle="1" w:styleId="Heading1Char">
    <w:name w:val="Heading 1 Char"/>
    <w:basedOn w:val="DefaultParagraphFont"/>
    <w:link w:val="Heading1"/>
    <w:uiPriority w:val="9"/>
    <w:rsid w:val="00470083"/>
    <w:rPr>
      <w:rFonts w:asciiTheme="majorHAnsi" w:eastAsiaTheme="majorEastAsia" w:hAnsiTheme="majorHAnsi" w:cstheme="majorBidi"/>
      <w:color w:val="202228"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nefit.com" TargetMode="External"/><Relationship Id="rId1" Type="http://schemas.openxmlformats.org/officeDocument/2006/relationships/hyperlink" Target="http://www.enefit.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energiaee.sharepoint.com/sites/EnefitMedia/Office%20Template%20Library/Word%20templates/Eesti%20Energia/eesti_energia_kirjaplank_eng%20(1).dotx" TargetMode="External"/></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AFF063431CC34898926DC791327598" ma:contentTypeVersion="4" ma:contentTypeDescription="Create a new document." ma:contentTypeScope="" ma:versionID="2923bed19ef438d50d2f7203f27b4fe2">
  <xsd:schema xmlns:xsd="http://www.w3.org/2001/XMLSchema" xmlns:xs="http://www.w3.org/2001/XMLSchema" xmlns:p="http://schemas.microsoft.com/office/2006/metadata/properties" xmlns:ns2="0ecc2a4f-338a-4785-ad29-4d1d96d4438a" targetNamespace="http://schemas.microsoft.com/office/2006/metadata/properties" ma:root="true" ma:fieldsID="1bb98e3941ed1b869e9a9431adec9625" ns2:_="">
    <xsd:import namespace="0ecc2a4f-338a-4785-ad29-4d1d96d443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c2a4f-338a-4785-ad29-4d1d96d44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921EA5-724D-4E86-B564-ACD084859C7D}">
  <ds:schemaRefs>
    <ds:schemaRef ds:uri="http://schemas.microsoft.com/sharepoint/v3/contenttype/forms"/>
  </ds:schemaRefs>
</ds:datastoreItem>
</file>

<file path=customXml/itemProps2.xml><?xml version="1.0" encoding="utf-8"?>
<ds:datastoreItem xmlns:ds="http://schemas.openxmlformats.org/officeDocument/2006/customXml" ds:itemID="{BB91E8A1-71C2-4AE2-98B1-F1663B827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2F80C9-6487-4566-9BE1-D0384F839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c2a4f-338a-4785-ad29-4d1d96d44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eesti_energia_kirjaplank_eng%20(1).dotx</Template>
  <TotalTime>5</TotalTime>
  <Pages>4</Pages>
  <Words>1608</Words>
  <Characters>9328</Characters>
  <Application>Microsoft Office Word</Application>
  <DocSecurity>0</DocSecurity>
  <Lines>77</Lines>
  <Paragraphs>21</Paragraphs>
  <ScaleCrop>false</ScaleCrop>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Iglina</dc:creator>
  <cp:keywords/>
  <dc:description/>
  <cp:lastModifiedBy>Jelena Iglina</cp:lastModifiedBy>
  <cp:revision>2</cp:revision>
  <dcterms:created xsi:type="dcterms:W3CDTF">2025-05-30T10:52:00Z</dcterms:created>
  <dcterms:modified xsi:type="dcterms:W3CDTF">2025-05-30T11:00:00Z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0x0101001BAFF063431CC34898926DC791327598</vt:lpwstr>
  </property>
  <property fmtid="{D5CDD505-2E9C-101B-9397-08002B2CF9AE}" pid="3" name="MediaServiceImageTags">
    <vt:lpwstr/>
  </property>
</Properties>
</file>